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D11447">
      <w:pPr>
        <w:pStyle w:val="Nagwek2"/>
        <w:ind w:left="284" w:right="-286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:rsidR="00D11447" w:rsidRDefault="00D11447" w:rsidP="00D11447"/>
    <w:p w:rsidR="00D11447" w:rsidRDefault="00D11447" w:rsidP="00D11447"/>
    <w:p w:rsidR="00D11447" w:rsidRPr="008C7282" w:rsidRDefault="00D11447" w:rsidP="00D11447"/>
    <w:p w:rsidR="00D11447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 xml:space="preserve">Składając </w:t>
      </w:r>
      <w:r w:rsidRPr="00AE5DF5">
        <w:rPr>
          <w:sz w:val="24"/>
        </w:rPr>
        <w:t>ofertę w postępowaniu o udzielenie zamówienia publicznego</w:t>
      </w:r>
      <w:r>
        <w:rPr>
          <w:sz w:val="24"/>
        </w:rPr>
        <w:t xml:space="preserve"> prowadzonym w </w:t>
      </w:r>
      <w:r w:rsidRPr="00AE5DF5">
        <w:rPr>
          <w:sz w:val="24"/>
        </w:rPr>
        <w:t>trybie przetargu nieograniczonego</w:t>
      </w:r>
      <w:r w:rsidRPr="00AE5DF5">
        <w:rPr>
          <w:bCs/>
        </w:rPr>
        <w:t xml:space="preserve"> </w:t>
      </w:r>
      <w:r w:rsidRPr="00AE5DF5">
        <w:rPr>
          <w:sz w:val="24"/>
        </w:rPr>
        <w:t>na</w:t>
      </w:r>
      <w:r>
        <w:rPr>
          <w:sz w:val="24"/>
        </w:rPr>
        <w:t>:</w:t>
      </w:r>
      <w:r>
        <w:rPr>
          <w:b/>
          <w:sz w:val="24"/>
          <w:szCs w:val="24"/>
        </w:rPr>
        <w:t xml:space="preserve"> </w:t>
      </w:r>
      <w:r w:rsidR="008D5684">
        <w:rPr>
          <w:sz w:val="24"/>
          <w:szCs w:val="24"/>
        </w:rPr>
        <w:t>z</w:t>
      </w:r>
      <w:r w:rsidR="008D5684" w:rsidRPr="008D5684">
        <w:rPr>
          <w:sz w:val="24"/>
          <w:szCs w:val="24"/>
        </w:rPr>
        <w:t xml:space="preserve">aprojektowanie i wykonania robót budowlanych w systemie "zaprojektuj i wybuduj" w zakresie modernizacji centralnej </w:t>
      </w:r>
      <w:proofErr w:type="spellStart"/>
      <w:r w:rsidR="008D5684" w:rsidRPr="008D5684">
        <w:rPr>
          <w:sz w:val="24"/>
          <w:szCs w:val="24"/>
        </w:rPr>
        <w:t>sterylizatorni</w:t>
      </w:r>
      <w:proofErr w:type="spellEnd"/>
    </w:p>
    <w:p w:rsidR="00D11447" w:rsidRPr="005A629F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 w:rsidRPr="005A629F">
        <w:rPr>
          <w:sz w:val="24"/>
        </w:rPr>
        <w:t>OŚWIADCZAM(Y), ŻE: wykonałem (wykonaliśmy) następujące roboty budowlane:</w:t>
      </w:r>
    </w:p>
    <w:p w:rsidR="00D11447" w:rsidRDefault="00D11447" w:rsidP="00D11447">
      <w:pPr>
        <w:jc w:val="both"/>
        <w:rPr>
          <w:sz w:val="24"/>
        </w:rPr>
      </w:pPr>
    </w:p>
    <w:tbl>
      <w:tblPr>
        <w:tblW w:w="92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1559"/>
        <w:gridCol w:w="1984"/>
        <w:gridCol w:w="2338"/>
      </w:tblGrid>
      <w:tr w:rsidR="00D11447" w:rsidTr="00D11447">
        <w:trPr>
          <w:trHeight w:val="740"/>
          <w:jc w:val="center"/>
        </w:trPr>
        <w:tc>
          <w:tcPr>
            <w:tcW w:w="3332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Rodzaj robót budowlanych</w:t>
            </w:r>
          </w:p>
        </w:tc>
        <w:tc>
          <w:tcPr>
            <w:tcW w:w="1559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Wartość 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wykonania</w:t>
            </w:r>
          </w:p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338" w:type="dxa"/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Miejsce wykonania zamówienia, Nazwa Zamawiającego</w:t>
            </w:r>
          </w:p>
        </w:tc>
      </w:tr>
      <w:tr w:rsidR="00D11447" w:rsidTr="00D11447">
        <w:trPr>
          <w:trHeight w:val="765"/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</w:tbl>
    <w:p w:rsidR="00D11447" w:rsidRPr="00425DD9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</w:t>
      </w:r>
      <w:r w:rsidRPr="005A629F">
        <w:rPr>
          <w:sz w:val="24"/>
        </w:rPr>
        <w:t xml:space="preserve"> roboty te zostały wykonane w s</w:t>
      </w:r>
      <w:r>
        <w:rPr>
          <w:sz w:val="24"/>
        </w:rPr>
        <w:t xml:space="preserve">posób należyty oraz wskazujące, że zostały </w:t>
      </w:r>
      <w:r w:rsidRPr="005A629F">
        <w:rPr>
          <w:sz w:val="24"/>
        </w:rPr>
        <w:t>wykonane zgodnie z zasadami sztuki budowlanej i prawidłowo ukończone</w:t>
      </w:r>
      <w:r>
        <w:rPr>
          <w:sz w:val="24"/>
        </w:rPr>
        <w:t>.</w:t>
      </w: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D11447" w:rsidRDefault="00D11447" w:rsidP="00D11447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D11447" w:rsidRDefault="00D11447" w:rsidP="00D11447">
      <w:pPr>
        <w:rPr>
          <w:sz w:val="24"/>
          <w:vertAlign w:val="superscript"/>
        </w:rPr>
      </w:pPr>
    </w:p>
    <w:p w:rsidR="00D11447" w:rsidRDefault="00D11447" w:rsidP="00D11447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D11447" w:rsidRPr="008D62AD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11447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0EF" w:rsidRDefault="002970EF" w:rsidP="00292E6C">
      <w:r>
        <w:separator/>
      </w:r>
    </w:p>
  </w:endnote>
  <w:endnote w:type="continuationSeparator" w:id="0">
    <w:p w:rsidR="002970EF" w:rsidRDefault="002970EF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0EF" w:rsidRDefault="002970EF" w:rsidP="00292E6C">
      <w:r>
        <w:separator/>
      </w:r>
    </w:p>
  </w:footnote>
  <w:footnote w:type="continuationSeparator" w:id="0">
    <w:p w:rsidR="002970EF" w:rsidRDefault="002970EF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B65267">
      <w:rPr>
        <w:rFonts w:ascii="Arial" w:hAnsi="Arial"/>
        <w:noProof/>
        <w:lang w:eastAsia="pl-PL"/>
      </w:rPr>
      <w:t>k sprawy: SP ZOZ NZZP II 2400/18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060308">
      <w:rPr>
        <w:rFonts w:ascii="Arial" w:hAnsi="Arial"/>
        <w:noProof/>
        <w:lang w:eastAsia="pl-PL"/>
      </w:rPr>
      <w:t>Załącznik nr 5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60308"/>
    <w:rsid w:val="000A0BC3"/>
    <w:rsid w:val="00100AC0"/>
    <w:rsid w:val="00134EA4"/>
    <w:rsid w:val="00157178"/>
    <w:rsid w:val="001857EF"/>
    <w:rsid w:val="001A71BC"/>
    <w:rsid w:val="001B34DA"/>
    <w:rsid w:val="001F5F9A"/>
    <w:rsid w:val="00206DBF"/>
    <w:rsid w:val="002114DA"/>
    <w:rsid w:val="0023762B"/>
    <w:rsid w:val="00292E6C"/>
    <w:rsid w:val="002970EF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5077A7"/>
    <w:rsid w:val="00531076"/>
    <w:rsid w:val="005313E1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711B5"/>
    <w:rsid w:val="0069006C"/>
    <w:rsid w:val="006B3C10"/>
    <w:rsid w:val="006E7A4D"/>
    <w:rsid w:val="006F237B"/>
    <w:rsid w:val="00734C26"/>
    <w:rsid w:val="0078101A"/>
    <w:rsid w:val="007821C8"/>
    <w:rsid w:val="00791D79"/>
    <w:rsid w:val="007D2BF0"/>
    <w:rsid w:val="00810B1C"/>
    <w:rsid w:val="0081642E"/>
    <w:rsid w:val="0086271C"/>
    <w:rsid w:val="00872B61"/>
    <w:rsid w:val="008A68BD"/>
    <w:rsid w:val="008B53B1"/>
    <w:rsid w:val="008D5684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65267"/>
    <w:rsid w:val="00BF102A"/>
    <w:rsid w:val="00C00D1B"/>
    <w:rsid w:val="00C06E87"/>
    <w:rsid w:val="00C11BB9"/>
    <w:rsid w:val="00C4207F"/>
    <w:rsid w:val="00C97668"/>
    <w:rsid w:val="00D07731"/>
    <w:rsid w:val="00D11447"/>
    <w:rsid w:val="00D35A08"/>
    <w:rsid w:val="00D44487"/>
    <w:rsid w:val="00D50F86"/>
    <w:rsid w:val="00D74560"/>
    <w:rsid w:val="00E1217C"/>
    <w:rsid w:val="00E167FC"/>
    <w:rsid w:val="00E3208C"/>
    <w:rsid w:val="00E43166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11447"/>
    <w:pPr>
      <w:keepNext/>
      <w:suppressAutoHyphens w:val="0"/>
      <w:jc w:val="right"/>
      <w:outlineLvl w:val="1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D1144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Tomasz Mroszczyk</cp:lastModifiedBy>
  <cp:revision>59</cp:revision>
  <cp:lastPrinted>2019-06-19T16:14:00Z</cp:lastPrinted>
  <dcterms:created xsi:type="dcterms:W3CDTF">2018-03-08T08:43:00Z</dcterms:created>
  <dcterms:modified xsi:type="dcterms:W3CDTF">2019-06-19T16:14:00Z</dcterms:modified>
</cp:coreProperties>
</file>